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70469" w14:textId="19971BE5" w:rsidR="001E0966" w:rsidRPr="001E0966" w:rsidRDefault="001E0966" w:rsidP="001E0966">
      <w:pPr>
        <w:jc w:val="right"/>
        <w:rPr>
          <w:b/>
          <w:bCs/>
          <w:lang w:val="en-GB"/>
        </w:rPr>
      </w:pPr>
      <w:bookmarkStart w:id="0" w:name="_Toc192227320"/>
      <w:bookmarkStart w:id="1" w:name="_Toc193285159"/>
      <w:bookmarkStart w:id="2" w:name="_Toc193464609"/>
      <w:proofErr w:type="spellStart"/>
      <w:r w:rsidRPr="001E0966">
        <w:rPr>
          <w:b/>
          <w:bCs/>
          <w:lang w:val="en-GB"/>
        </w:rPr>
        <w:t>Anexa</w:t>
      </w:r>
      <w:proofErr w:type="spellEnd"/>
      <w:r w:rsidRPr="001E0966">
        <w:rPr>
          <w:b/>
          <w:bCs/>
          <w:lang w:val="en-GB"/>
        </w:rPr>
        <w:t xml:space="preserve"> </w:t>
      </w:r>
      <w:bookmarkEnd w:id="0"/>
      <w:bookmarkEnd w:id="1"/>
      <w:bookmarkEnd w:id="2"/>
      <w:r>
        <w:rPr>
          <w:b/>
          <w:bCs/>
          <w:lang w:val="en-GB"/>
        </w:rPr>
        <w:t>8</w:t>
      </w:r>
    </w:p>
    <w:p w14:paraId="6E210603" w14:textId="5515E2E0" w:rsidR="001E0966" w:rsidRPr="001E0966" w:rsidRDefault="001E0966" w:rsidP="001E0966">
      <w:pPr>
        <w:jc w:val="center"/>
        <w:rPr>
          <w:b/>
          <w:bCs/>
        </w:rPr>
      </w:pPr>
      <w:r w:rsidRPr="001E0966">
        <w:rPr>
          <w:b/>
          <w:bCs/>
          <w:sz w:val="28"/>
          <w:szCs w:val="28"/>
        </w:rPr>
        <w:t>CONTESTAŢIE</w:t>
      </w:r>
    </w:p>
    <w:p w14:paraId="03F08114" w14:textId="06A12941" w:rsidR="001E0966" w:rsidRPr="001E0966" w:rsidRDefault="001E0966" w:rsidP="001E0966">
      <w:pPr>
        <w:jc w:val="both"/>
        <w:rPr>
          <w:lang w:val="it-IT"/>
        </w:rPr>
      </w:pPr>
      <w:r w:rsidRPr="001E0966">
        <w:rPr>
          <w:lang w:val="it-IT"/>
        </w:rPr>
        <w:t>Subsemnatul/a ……</w:t>
      </w:r>
      <w:r>
        <w:rPr>
          <w:lang w:val="it-IT"/>
        </w:rPr>
        <w:t>...........</w:t>
      </w:r>
      <w:r w:rsidRPr="001E0966">
        <w:rPr>
          <w:lang w:val="it-IT"/>
        </w:rPr>
        <w:t>……………………......................, CNP ……………</w:t>
      </w:r>
      <w:r>
        <w:rPr>
          <w:lang w:val="it-IT"/>
        </w:rPr>
        <w:t>......................</w:t>
      </w:r>
      <w:r w:rsidRPr="001E0966">
        <w:rPr>
          <w:lang w:val="it-IT"/>
        </w:rPr>
        <w:t xml:space="preserve">…..................., domiciliat/ă în............................................………, str. .......................................……., nr. ...., bl....., sc......, ap..…, tel. mobil ..........................................., e-mail ......................................……......., participant în cadrul </w:t>
      </w:r>
      <w:r w:rsidRPr="001E0966">
        <w:rPr>
          <w:b/>
        </w:rPr>
        <w:t>Concursului de planuri de afaceri</w:t>
      </w:r>
      <w:r w:rsidRPr="001E0966">
        <w:rPr>
          <w:lang w:val="it-IT"/>
        </w:rPr>
        <w:t xml:space="preserve"> pentru ajutor de minimis în cadrul proiectului </w:t>
      </w:r>
      <w:bookmarkStart w:id="3" w:name="_Hlk44088657"/>
      <w:r>
        <w:rPr>
          <w:b/>
          <w:bCs/>
          <w:i/>
          <w:iCs/>
        </w:rPr>
        <w:t>Dezvoltarea comunității rurale prin antreprenoriat</w:t>
      </w:r>
      <w:r w:rsidRPr="001E0966">
        <w:rPr>
          <w:b/>
          <w:bCs/>
          <w:i/>
          <w:iCs/>
        </w:rPr>
        <w:t xml:space="preserve"> </w:t>
      </w:r>
      <w:bookmarkEnd w:id="3"/>
      <w:r w:rsidRPr="001E0966">
        <w:rPr>
          <w:b/>
          <w:bCs/>
          <w:i/>
          <w:iCs/>
        </w:rPr>
        <w:t>– SMIS 312</w:t>
      </w:r>
      <w:r>
        <w:rPr>
          <w:b/>
          <w:bCs/>
          <w:i/>
          <w:iCs/>
        </w:rPr>
        <w:t>197</w:t>
      </w:r>
      <w:r w:rsidRPr="001E0966">
        <w:rPr>
          <w:b/>
          <w:bCs/>
          <w:lang w:val="it-IT"/>
        </w:rPr>
        <w:t xml:space="preserve">, </w:t>
      </w:r>
      <w:r w:rsidRPr="001E0966">
        <w:rPr>
          <w:bCs/>
          <w:lang w:val="it-IT"/>
        </w:rPr>
        <w:t>a</w:t>
      </w:r>
      <w:r w:rsidRPr="001E0966">
        <w:rPr>
          <w:lang w:val="it-IT"/>
        </w:rPr>
        <w:t xml:space="preserve">vând în vedere </w:t>
      </w:r>
      <w:r w:rsidRPr="001E0966">
        <w:rPr>
          <w:b/>
          <w:bCs/>
          <w:lang w:val="it-IT"/>
        </w:rPr>
        <w:t>rezultatele evaluării și selecției planurilor de afaceri în cadrul concursului</w:t>
      </w:r>
      <w:r w:rsidRPr="001E0966">
        <w:rPr>
          <w:lang w:val="it-IT"/>
        </w:rPr>
        <w:t xml:space="preserve">, vă rog să procedați la </w:t>
      </w:r>
      <w:r w:rsidRPr="001E0966">
        <w:rPr>
          <w:b/>
          <w:bCs/>
          <w:lang w:val="it-IT"/>
        </w:rPr>
        <w:t xml:space="preserve">re-evaluarea Planului de Afaceri și a documentelor aferente și </w:t>
      </w:r>
      <w:r w:rsidRPr="001E0966">
        <w:rPr>
          <w:lang w:val="it-IT"/>
        </w:rPr>
        <w:t>să-mi comunicaţi rezultatele re-evaluării împreună cu explicitarea punctajului obţinut pentru fiecare sub-criteriu de evaluare în parte.</w:t>
      </w:r>
    </w:p>
    <w:p w14:paraId="3C94839B" w14:textId="77777777" w:rsidR="001E0966" w:rsidRPr="001E0966" w:rsidRDefault="001E0966" w:rsidP="001E0966">
      <w:pPr>
        <w:jc w:val="both"/>
      </w:pPr>
      <w:r w:rsidRPr="001E0966">
        <w:t>Menționez că sunt în posesia Metodologiei de organizare și desfășurare Concurs planuri de afaceri și a Regulamentului Concursului de planuri de afaceri pentru înființarea și finanțarea de întreprinderi sociale din cadrul proiectului și sunt de acord cu acestea.</w:t>
      </w:r>
    </w:p>
    <w:p w14:paraId="288992A6" w14:textId="77777777" w:rsidR="001E0966" w:rsidRPr="001E0966" w:rsidRDefault="001E0966" w:rsidP="001E0966"/>
    <w:p w14:paraId="40CBACC4" w14:textId="77777777" w:rsidR="001E0966" w:rsidRPr="001E0966" w:rsidRDefault="001E0966" w:rsidP="001E0966">
      <w:r w:rsidRPr="001E0966">
        <w:t>În susținerea contestației prezint următoarele argumente: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84"/>
        <w:gridCol w:w="4885"/>
      </w:tblGrid>
      <w:tr w:rsidR="001E0966" w:rsidRPr="001E0966" w14:paraId="2CE23910" w14:textId="77777777" w:rsidTr="00FE57BA">
        <w:tc>
          <w:tcPr>
            <w:tcW w:w="4884" w:type="dxa"/>
          </w:tcPr>
          <w:p w14:paraId="60AFB976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Depunctare criteriu/ sub-criteriu</w:t>
            </w:r>
          </w:p>
        </w:tc>
        <w:tc>
          <w:tcPr>
            <w:tcW w:w="4885" w:type="dxa"/>
          </w:tcPr>
          <w:p w14:paraId="506AD109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Argumentare contestație</w:t>
            </w:r>
          </w:p>
        </w:tc>
      </w:tr>
      <w:tr w:rsidR="001E0966" w:rsidRPr="001E0966" w14:paraId="71060FD1" w14:textId="77777777" w:rsidTr="00FE57BA">
        <w:tc>
          <w:tcPr>
            <w:tcW w:w="4884" w:type="dxa"/>
          </w:tcPr>
          <w:p w14:paraId="7DB3D8C6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Criteriu/ sub-criteriu ...</w:t>
            </w:r>
          </w:p>
        </w:tc>
        <w:tc>
          <w:tcPr>
            <w:tcW w:w="4885" w:type="dxa"/>
          </w:tcPr>
          <w:p w14:paraId="77902C72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...</w:t>
            </w:r>
          </w:p>
        </w:tc>
      </w:tr>
      <w:tr w:rsidR="001E0966" w:rsidRPr="001E0966" w14:paraId="556AC894" w14:textId="77777777" w:rsidTr="00FE57BA">
        <w:tc>
          <w:tcPr>
            <w:tcW w:w="4884" w:type="dxa"/>
          </w:tcPr>
          <w:p w14:paraId="1099AF41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Criteriu/ sub-criteriu ...</w:t>
            </w:r>
          </w:p>
        </w:tc>
        <w:tc>
          <w:tcPr>
            <w:tcW w:w="4885" w:type="dxa"/>
          </w:tcPr>
          <w:p w14:paraId="72E4FA7F" w14:textId="77777777" w:rsidR="001E0966" w:rsidRPr="001E0966" w:rsidRDefault="001E0966" w:rsidP="001E0966">
            <w:pPr>
              <w:spacing w:after="160" w:line="259" w:lineRule="auto"/>
            </w:pPr>
            <w:r w:rsidRPr="001E0966">
              <w:t>...</w:t>
            </w:r>
          </w:p>
        </w:tc>
      </w:tr>
    </w:tbl>
    <w:p w14:paraId="7C9DCC13" w14:textId="77777777" w:rsidR="001E0966" w:rsidRPr="001E0966" w:rsidRDefault="001E0966" w:rsidP="001E0966"/>
    <w:p w14:paraId="4CAAEDD6" w14:textId="77777777" w:rsidR="001E0966" w:rsidRPr="001E0966" w:rsidRDefault="001E0966" w:rsidP="001E0966"/>
    <w:p w14:paraId="54730B2D" w14:textId="77777777" w:rsidR="001E0966" w:rsidRPr="001E0966" w:rsidRDefault="001E0966" w:rsidP="001E0966"/>
    <w:p w14:paraId="5C808E6B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Semnătura</w:t>
      </w:r>
      <w:r w:rsidRPr="001E0966">
        <w:rPr>
          <w:lang w:val="it-IT"/>
        </w:rPr>
        <w:tab/>
      </w:r>
      <w:r w:rsidRPr="001E0966">
        <w:rPr>
          <w:lang w:val="it-IT"/>
        </w:rPr>
        <w:tab/>
        <w:t>____________________</w:t>
      </w:r>
    </w:p>
    <w:p w14:paraId="4AE48D3D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Nume/ Prenume</w:t>
      </w:r>
      <w:r w:rsidRPr="001E0966">
        <w:rPr>
          <w:lang w:val="it-IT"/>
        </w:rPr>
        <w:tab/>
        <w:t>____________________</w:t>
      </w:r>
    </w:p>
    <w:p w14:paraId="3D0B4C5B" w14:textId="77777777" w:rsidR="001E0966" w:rsidRPr="001E0966" w:rsidRDefault="001E0966" w:rsidP="001E0966">
      <w:pPr>
        <w:rPr>
          <w:lang w:val="it-IT"/>
        </w:rPr>
      </w:pPr>
      <w:r w:rsidRPr="001E0966">
        <w:rPr>
          <w:lang w:val="it-IT"/>
        </w:rPr>
        <w:t>Data</w:t>
      </w:r>
      <w:r w:rsidRPr="001E0966">
        <w:rPr>
          <w:lang w:val="it-IT"/>
        </w:rPr>
        <w:tab/>
      </w:r>
      <w:r w:rsidRPr="001E0966">
        <w:rPr>
          <w:lang w:val="it-IT"/>
        </w:rPr>
        <w:tab/>
      </w:r>
      <w:r w:rsidRPr="001E0966">
        <w:rPr>
          <w:lang w:val="it-IT"/>
        </w:rPr>
        <w:tab/>
        <w:t>____________________</w:t>
      </w:r>
    </w:p>
    <w:p w14:paraId="58F712CE" w14:textId="77777777" w:rsidR="009B031C" w:rsidRDefault="009B031C"/>
    <w:sectPr w:rsidR="009B031C" w:rsidSect="00CA0524">
      <w:headerReference w:type="default" r:id="rId6"/>
      <w:pgSz w:w="11906" w:h="16838" w:code="9"/>
      <w:pgMar w:top="567" w:right="567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0034D" w14:textId="77777777" w:rsidR="001E0966" w:rsidRDefault="001E0966" w:rsidP="00CA0524">
      <w:pPr>
        <w:spacing w:after="0" w:line="240" w:lineRule="auto"/>
      </w:pPr>
      <w:r>
        <w:separator/>
      </w:r>
    </w:p>
  </w:endnote>
  <w:endnote w:type="continuationSeparator" w:id="0">
    <w:p w14:paraId="30B022D3" w14:textId="77777777" w:rsidR="001E0966" w:rsidRDefault="001E0966" w:rsidP="00CA0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0BBAE" w14:textId="77777777" w:rsidR="001E0966" w:rsidRDefault="001E0966" w:rsidP="00CA0524">
      <w:pPr>
        <w:spacing w:after="0" w:line="240" w:lineRule="auto"/>
      </w:pPr>
      <w:r>
        <w:separator/>
      </w:r>
    </w:p>
  </w:footnote>
  <w:footnote w:type="continuationSeparator" w:id="0">
    <w:p w14:paraId="02538E33" w14:textId="77777777" w:rsidR="001E0966" w:rsidRDefault="001E0966" w:rsidP="00CA0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B514E" w14:textId="77777777" w:rsidR="00CA0524" w:rsidRDefault="00CA0524" w:rsidP="00CA0524">
    <w:pPr>
      <w:pStyle w:val="Header"/>
      <w:jc w:val="center"/>
    </w:pPr>
    <w:r>
      <w:rPr>
        <w:noProof/>
      </w:rPr>
      <w:drawing>
        <wp:inline distT="0" distB="0" distL="0" distR="0" wp14:anchorId="523C40E4" wp14:editId="6C924E8E">
          <wp:extent cx="6299835" cy="901065"/>
          <wp:effectExtent l="0" t="0" r="5715" b="0"/>
          <wp:docPr id="4646837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683774" name="Picture 46468377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99835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6AF9B9" w14:textId="77777777" w:rsidR="00CA0524" w:rsidRDefault="00CA0524" w:rsidP="00CA0524">
    <w:pPr>
      <w:pStyle w:val="Header"/>
      <w:jc w:val="cent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9911"/>
    </w:tblGrid>
    <w:tr w:rsidR="00CA0524" w14:paraId="6739E87D" w14:textId="77777777" w:rsidTr="00CA0524">
      <w:tc>
        <w:tcPr>
          <w:tcW w:w="9911" w:type="dxa"/>
          <w:tcBorders>
            <w:top w:val="nil"/>
            <w:left w:val="nil"/>
            <w:bottom w:val="nil"/>
            <w:right w:val="nil"/>
          </w:tcBorders>
        </w:tcPr>
        <w:p w14:paraId="06FB06A0" w14:textId="77777777" w:rsidR="00CA0524" w:rsidRPr="00CA0524" w:rsidRDefault="00BC6ECD" w:rsidP="00CA0524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BC6ECD">
            <w:rPr>
              <w:b/>
              <w:bCs/>
              <w:sz w:val="28"/>
              <w:szCs w:val="28"/>
            </w:rPr>
            <w:t>Dezvoltarea comunității rurale prin antreprenoriat - 312197</w:t>
          </w:r>
        </w:p>
      </w:tc>
    </w:tr>
  </w:tbl>
  <w:p w14:paraId="3398DE60" w14:textId="77777777" w:rsidR="00CA0524" w:rsidRDefault="00CA0524" w:rsidP="00CA0524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966"/>
    <w:rsid w:val="001E0966"/>
    <w:rsid w:val="002A54F8"/>
    <w:rsid w:val="00950BE6"/>
    <w:rsid w:val="009B031C"/>
    <w:rsid w:val="00BB6F6E"/>
    <w:rsid w:val="00BC6ECD"/>
    <w:rsid w:val="00C20A1B"/>
    <w:rsid w:val="00CA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24FDB"/>
  <w15:chartTrackingRefBased/>
  <w15:docId w15:val="{19F6ABBA-EF12-447A-9D07-6359651FF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0524"/>
  </w:style>
  <w:style w:type="paragraph" w:styleId="Footer">
    <w:name w:val="footer"/>
    <w:basedOn w:val="Normal"/>
    <w:link w:val="FooterChar"/>
    <w:uiPriority w:val="99"/>
    <w:unhideWhenUsed/>
    <w:rsid w:val="00CA0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0524"/>
  </w:style>
  <w:style w:type="table" w:styleId="TableGrid">
    <w:name w:val="Table Grid"/>
    <w:basedOn w:val="TableNormal"/>
    <w:uiPriority w:val="39"/>
    <w:rsid w:val="00CA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1.8\public\PAUL\template\312197\A4P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A4P</Template>
  <TotalTime>3</TotalTime>
  <Pages>1</Pages>
  <Words>209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Matei</dc:creator>
  <cp:keywords/>
  <dc:description/>
  <cp:lastModifiedBy>Paul Matei</cp:lastModifiedBy>
  <cp:revision>1</cp:revision>
  <dcterms:created xsi:type="dcterms:W3CDTF">2025-04-28T17:00:00Z</dcterms:created>
  <dcterms:modified xsi:type="dcterms:W3CDTF">2025-04-28T17:03:00Z</dcterms:modified>
</cp:coreProperties>
</file>